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E077A7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OZNÁMENÍ O ZAKÁZCE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 </w:t>
      </w:r>
    </w:p>
    <w:p w:rsidR="00E077A7" w:rsidRDefault="00E077A7" w:rsidP="00E077A7">
      <w:pPr>
        <w:pStyle w:val="Titul2"/>
      </w:pPr>
      <w:r>
        <w:t>Projektová dokumentace pro stavební povolení, projektová dokumentace pro provádění stavby a výkon autorského dozoru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8F18CC" w:rsidRPr="00D4612B" w:rsidRDefault="008F18CC" w:rsidP="008F18CC">
      <w:pPr>
        <w:pStyle w:val="Titul2"/>
      </w:pPr>
      <w:r w:rsidRPr="00D4612B">
        <w:t>„Rekonstrukce ŽST Brno – Královo Pole“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  <w:bookmarkStart w:id="0" w:name="_GoBack"/>
      <w:bookmarkEnd w:id="0"/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FA36B2" w:rsidRDefault="008F18CC" w:rsidP="00FA36B2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 xml:space="preserve">dostupných z: </w:t>
      </w:r>
      <w:hyperlink r:id="rId12" w:history="1">
        <w:r w:rsidR="0020406B" w:rsidRPr="005B3833">
          <w:rPr>
            <w:rStyle w:val="Hypertextovodkaz"/>
            <w:rFonts w:ascii="Calibri" w:hAnsi="Calibri" w:cs="Calibri"/>
            <w:sz w:val="20"/>
            <w:szCs w:val="20"/>
          </w:rPr>
          <w:t>www.vestnikverejnychzakazek.cz</w:t>
        </w:r>
      </w:hyperlink>
      <w:r w:rsidRPr="007421C5">
        <w:rPr>
          <w:rFonts w:ascii="Calibri" w:hAnsi="Calibri" w:cs="Calibri"/>
          <w:sz w:val="20"/>
          <w:szCs w:val="20"/>
        </w:rPr>
        <w:t>.</w:t>
      </w:r>
      <w:r w:rsidR="0020406B">
        <w:rPr>
          <w:rFonts w:ascii="Calibri" w:hAnsi="Calibri" w:cs="Calibri"/>
          <w:sz w:val="20"/>
          <w:szCs w:val="20"/>
        </w:rPr>
        <w:t xml:space="preserve"> </w:t>
      </w:r>
    </w:p>
    <w:sectPr w:rsidR="00AC4B40" w:rsidRPr="00FA36B2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009" w:rsidRDefault="00317009" w:rsidP="00962258">
      <w:pPr>
        <w:spacing w:after="0" w:line="240" w:lineRule="auto"/>
      </w:pPr>
      <w:r>
        <w:separator/>
      </w:r>
    </w:p>
  </w:endnote>
  <w:endnote w:type="continuationSeparator" w:id="0">
    <w:p w:rsidR="00317009" w:rsidRDefault="003170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6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6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7A0D72" wp14:editId="70629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E3D98F" wp14:editId="101E07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77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7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67FE72B" wp14:editId="33D446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ACC258" wp14:editId="0BA899B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009" w:rsidRDefault="00317009" w:rsidP="00962258">
      <w:pPr>
        <w:spacing w:after="0" w:line="240" w:lineRule="auto"/>
      </w:pPr>
      <w:r>
        <w:separator/>
      </w:r>
    </w:p>
  </w:footnote>
  <w:footnote w:type="continuationSeparator" w:id="0">
    <w:p w:rsidR="00317009" w:rsidRDefault="003170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A36B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709702B" wp14:editId="5020F71D">
                <wp:simplePos x="0" y="0"/>
                <wp:positionH relativeFrom="page">
                  <wp:posOffset>69850</wp:posOffset>
                </wp:positionH>
                <wp:positionV relativeFrom="page">
                  <wp:posOffset>25400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406B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0191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C75F3"/>
    <w:rsid w:val="00DD46F3"/>
    <w:rsid w:val="00DE56F2"/>
    <w:rsid w:val="00DF116D"/>
    <w:rsid w:val="00E077A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36B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E0A76-F28D-4778-AD25-BDE38553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3</TotalTime>
  <Pages>1</Pages>
  <Words>60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7</cp:revision>
  <cp:lastPrinted>2019-12-12T11:12:00Z</cp:lastPrinted>
  <dcterms:created xsi:type="dcterms:W3CDTF">2019-12-03T06:39:00Z</dcterms:created>
  <dcterms:modified xsi:type="dcterms:W3CDTF">2020-04-02T11:08:00Z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